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BB" w:rsidRDefault="003E33BB" w:rsidP="006467BC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ДОПОЛНИТЕЛЬНОЕ СОГЛАШЕНИЕ</w:t>
      </w:r>
    </w:p>
    <w:p w:rsidR="003E33BB" w:rsidRDefault="003E33BB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соглашению  от 16 января 2015 года </w:t>
      </w:r>
    </w:p>
    <w:p w:rsidR="003E33BB" w:rsidRDefault="003E33BB" w:rsidP="006467BC">
      <w:pPr>
        <w:pStyle w:val="2"/>
        <w:shd w:val="clear" w:color="auto" w:fill="auto"/>
        <w:ind w:firstLine="0"/>
        <w:jc w:val="center"/>
        <w:rPr>
          <w:color w:val="000000"/>
          <w:sz w:val="24"/>
          <w:szCs w:val="24"/>
        </w:rPr>
      </w:pPr>
      <w:r w:rsidRPr="00603A7A">
        <w:rPr>
          <w:color w:val="000000"/>
          <w:sz w:val="24"/>
          <w:szCs w:val="24"/>
        </w:rPr>
        <w:t xml:space="preserve">о порядке и условиях предоставления </w:t>
      </w:r>
    </w:p>
    <w:p w:rsidR="003E33BB" w:rsidRPr="00603A7A" w:rsidRDefault="003E33BB" w:rsidP="006467BC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субсидии на финансовое обеспечение выполнения</w:t>
      </w:r>
    </w:p>
    <w:p w:rsidR="003E33BB" w:rsidRDefault="003E33BB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муниципального задания на оказание </w:t>
      </w:r>
    </w:p>
    <w:p w:rsidR="003E33BB" w:rsidRDefault="003E33BB" w:rsidP="006467BC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муниципальных услуг (выполнение работ)</w:t>
      </w:r>
    </w:p>
    <w:p w:rsidR="003E33BB" w:rsidRPr="00603A7A" w:rsidRDefault="003E33BB" w:rsidP="006467BC">
      <w:pPr>
        <w:jc w:val="center"/>
        <w:rPr>
          <w:rFonts w:ascii="Times New Roman" w:hAnsi="Times New Roman" w:cs="Times New Roman"/>
        </w:rPr>
      </w:pPr>
    </w:p>
    <w:p w:rsidR="003E33BB" w:rsidRPr="003B03C7" w:rsidRDefault="003E33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Style w:val="145pt"/>
          <w:i w:val="0"/>
          <w:sz w:val="24"/>
          <w:szCs w:val="24"/>
          <w:lang w:val="ru-RU" w:eastAsia="ru-RU"/>
        </w:rPr>
        <w:t xml:space="preserve">«  11 </w:t>
      </w:r>
      <w:r w:rsidRPr="003B03C7">
        <w:rPr>
          <w:rStyle w:val="145pt"/>
          <w:i w:val="0"/>
          <w:sz w:val="24"/>
          <w:szCs w:val="24"/>
          <w:lang w:val="ru-RU" w:eastAsia="ru-RU"/>
        </w:rPr>
        <w:t>»</w:t>
      </w:r>
      <w:r>
        <w:rPr>
          <w:rStyle w:val="145pt"/>
          <w:i w:val="0"/>
          <w:sz w:val="24"/>
          <w:szCs w:val="24"/>
          <w:lang w:val="ru-RU" w:eastAsia="ru-RU"/>
        </w:rPr>
        <w:t xml:space="preserve">  января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</w:rPr>
          <w:t xml:space="preserve">2016 </w:t>
        </w:r>
        <w:r w:rsidRPr="003B03C7">
          <w:rPr>
            <w:rFonts w:ascii="Times New Roman" w:hAnsi="Times New Roman" w:cs="Times New Roman"/>
          </w:rPr>
          <w:t>г</w:t>
        </w:r>
      </w:smartTag>
      <w:r w:rsidRPr="003B03C7">
        <w:rPr>
          <w:rFonts w:ascii="Times New Roman" w:hAnsi="Times New Roman" w:cs="Times New Roman"/>
        </w:rPr>
        <w:t>.</w:t>
      </w:r>
    </w:p>
    <w:p w:rsidR="003E33BB" w:rsidRDefault="003E33BB">
      <w:pPr>
        <w:jc w:val="center"/>
        <w:rPr>
          <w:rFonts w:ascii="Times New Roman" w:hAnsi="Times New Roman" w:cs="Times New Roman"/>
        </w:rPr>
      </w:pP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</w:t>
      </w:r>
      <w:r>
        <w:rPr>
          <w:rFonts w:ascii="Times New Roman" w:hAnsi="Times New Roman" w:cs="Times New Roman"/>
        </w:rPr>
        <w:t xml:space="preserve">в.и.о. </w:t>
      </w:r>
      <w:r w:rsidRPr="00603A7A">
        <w:rPr>
          <w:rFonts w:ascii="Times New Roman" w:hAnsi="Times New Roman" w:cs="Times New Roman"/>
        </w:rPr>
        <w:t xml:space="preserve">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действующего на основании Устава</w:t>
      </w:r>
      <w:r>
        <w:rPr>
          <w:rFonts w:ascii="Times New Roman" w:hAnsi="Times New Roman" w:cs="Times New Roman"/>
        </w:rPr>
        <w:t xml:space="preserve">, утвержденного Постановлением администрации Мглинского района от 19 декабря </w:t>
      </w:r>
      <w:smartTag w:uri="urn:schemas-microsoft-com:office:smarttags" w:element="metricconverter">
        <w:smartTagPr>
          <w:attr w:name="ProductID" w:val="243220, г"/>
        </w:smartTagPr>
        <w:r>
          <w:rPr>
            <w:rFonts w:ascii="Times New Roman" w:hAnsi="Times New Roman" w:cs="Times New Roman"/>
          </w:rPr>
          <w:t>2011 г</w:t>
        </w:r>
      </w:smartTag>
      <w:r>
        <w:rPr>
          <w:rFonts w:ascii="Times New Roman" w:hAnsi="Times New Roman" w:cs="Times New Roman"/>
        </w:rPr>
        <w:t>. №1119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библиотечная 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 xml:space="preserve">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>, действующей на основании Устава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Cs w:val="28"/>
        </w:rPr>
        <w:t>утвержденного П</w:t>
      </w:r>
      <w:r w:rsidRPr="00670FEB">
        <w:rPr>
          <w:rFonts w:ascii="Times New Roman" w:hAnsi="Times New Roman" w:cs="Times New Roman"/>
          <w:szCs w:val="28"/>
        </w:rPr>
        <w:t xml:space="preserve">остановлением администрации Мглинского района от </w:t>
      </w:r>
      <w:r>
        <w:rPr>
          <w:rFonts w:ascii="Times New Roman" w:hAnsi="Times New Roman" w:cs="Times New Roman"/>
          <w:szCs w:val="28"/>
        </w:rPr>
        <w:t>22</w:t>
      </w:r>
      <w:r w:rsidRPr="00670FE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августа</w:t>
      </w:r>
      <w:r w:rsidRPr="00670FEB">
        <w:rPr>
          <w:rFonts w:ascii="Times New Roman" w:hAnsi="Times New Roman" w:cs="Times New Roman"/>
          <w:szCs w:val="28"/>
        </w:rPr>
        <w:t xml:space="preserve"> 201</w:t>
      </w:r>
      <w:r>
        <w:rPr>
          <w:rFonts w:ascii="Times New Roman" w:hAnsi="Times New Roman" w:cs="Times New Roman"/>
          <w:szCs w:val="28"/>
        </w:rPr>
        <w:t>2</w:t>
      </w:r>
      <w:r w:rsidRPr="00670FEB">
        <w:rPr>
          <w:rFonts w:ascii="Times New Roman" w:hAnsi="Times New Roman" w:cs="Times New Roman"/>
          <w:szCs w:val="28"/>
        </w:rPr>
        <w:t xml:space="preserve"> года № </w:t>
      </w:r>
      <w:r>
        <w:rPr>
          <w:rFonts w:ascii="Times New Roman" w:hAnsi="Times New Roman" w:cs="Times New Roman"/>
          <w:szCs w:val="28"/>
        </w:rPr>
        <w:t>513</w:t>
      </w:r>
      <w:r w:rsidRPr="00670FEB">
        <w:rPr>
          <w:rFonts w:ascii="Times New Roman" w:hAnsi="Times New Roman" w:cs="Times New Roman"/>
        </w:rPr>
        <w:t>,</w:t>
      </w:r>
      <w:r w:rsidRPr="00603A7A">
        <w:rPr>
          <w:rFonts w:ascii="Times New Roman" w:hAnsi="Times New Roman" w:cs="Times New Roman"/>
        </w:rPr>
        <w:t xml:space="preserve"> с другой стороны, вместе именуемые Сторонами, заключили настоящее Соглашение о нижеследующем.</w:t>
      </w: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</w:p>
    <w:p w:rsidR="003E33BB" w:rsidRDefault="003E33BB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Приложение 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изложить в новой редакции.</w:t>
      </w:r>
    </w:p>
    <w:p w:rsidR="003E33BB" w:rsidRDefault="003E33BB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Остальные условия соглашения от 16 января 2015 года остаются неизменными и стороны подтверждают под ним свои обязательства.</w:t>
      </w:r>
    </w:p>
    <w:p w:rsidR="003E33BB" w:rsidRPr="00DD2534" w:rsidRDefault="003E33BB" w:rsidP="006467BC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Настоящее дополнительное соглашение составлено в 2-х подлинных экземплярах, имеющих равную юридическую силу по одному для каждой из сторон.</w:t>
      </w: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</w:p>
    <w:p w:rsidR="003E33BB" w:rsidRDefault="003E33BB" w:rsidP="00603A7A">
      <w:pPr>
        <w:ind w:firstLine="851"/>
        <w:jc w:val="both"/>
        <w:rPr>
          <w:rFonts w:ascii="Times New Roman" w:hAnsi="Times New Roman" w:cs="Times New Roman"/>
        </w:rPr>
      </w:pPr>
    </w:p>
    <w:p w:rsidR="003E33BB" w:rsidRPr="00DD2534" w:rsidRDefault="003E33BB" w:rsidP="006467BC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ул. </w:t>
      </w:r>
      <w:r>
        <w:rPr>
          <w:rStyle w:val="Exact"/>
          <w:u w:val="none"/>
        </w:rPr>
        <w:t>Ленина</w:t>
      </w:r>
      <w:r w:rsidRPr="00EE7E71">
        <w:rPr>
          <w:rStyle w:val="Exact"/>
          <w:u w:val="none"/>
        </w:rPr>
        <w:t xml:space="preserve"> д.</w:t>
      </w:r>
      <w:r>
        <w:rPr>
          <w:rStyle w:val="Exact"/>
          <w:u w:val="none"/>
        </w:rPr>
        <w:t>19,21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51423">
        <w:rPr>
          <w:sz w:val="22"/>
          <w:szCs w:val="22"/>
        </w:rPr>
        <w:t>3220002792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БИК </w:t>
      </w:r>
      <w:r w:rsidRPr="00E51423">
        <w:rPr>
          <w:rStyle w:val="Exact"/>
          <w:sz w:val="22"/>
          <w:szCs w:val="22"/>
          <w:u w:val="none"/>
        </w:rPr>
        <w:t>041501001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51423">
        <w:rPr>
          <w:sz w:val="22"/>
          <w:szCs w:val="22"/>
        </w:rPr>
        <w:t>40701810000011000192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51423">
        <w:rPr>
          <w:sz w:val="22"/>
          <w:szCs w:val="22"/>
        </w:rPr>
        <w:t>20276Ч54380</w:t>
      </w:r>
    </w:p>
    <w:p w:rsidR="003E33BB" w:rsidRPr="00EE7E71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В.и.о. начальника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МЦБС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______________ Казакова Л.М.</w:t>
      </w:r>
      <w:r>
        <w:tab/>
      </w:r>
      <w:r>
        <w:tab/>
      </w:r>
      <w:r>
        <w:tab/>
        <w:t xml:space="preserve">             _____________ Боровская А.А.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             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>
        <w:tab/>
        <w:t>М.П.</w:t>
      </w: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p w:rsidR="003E33BB" w:rsidRDefault="003E33BB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</w:p>
    <w:sectPr w:rsidR="003E33BB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47ABF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7066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3F65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98E54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A9CF5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7425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A2D9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11428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8ED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E0490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A2AD8"/>
    <w:rsid w:val="000C51F2"/>
    <w:rsid w:val="000D76D8"/>
    <w:rsid w:val="000E557F"/>
    <w:rsid w:val="000F2A8F"/>
    <w:rsid w:val="00293C81"/>
    <w:rsid w:val="00293CDF"/>
    <w:rsid w:val="002B5B25"/>
    <w:rsid w:val="002B725D"/>
    <w:rsid w:val="00301A09"/>
    <w:rsid w:val="003123BC"/>
    <w:rsid w:val="00343725"/>
    <w:rsid w:val="003A6EE4"/>
    <w:rsid w:val="003B03C7"/>
    <w:rsid w:val="003E33BB"/>
    <w:rsid w:val="00441AEF"/>
    <w:rsid w:val="004471DD"/>
    <w:rsid w:val="00447B79"/>
    <w:rsid w:val="00491FC2"/>
    <w:rsid w:val="004A50F5"/>
    <w:rsid w:val="004C070F"/>
    <w:rsid w:val="004F78A1"/>
    <w:rsid w:val="00535877"/>
    <w:rsid w:val="005647A1"/>
    <w:rsid w:val="005744AC"/>
    <w:rsid w:val="005A2962"/>
    <w:rsid w:val="005A7AE1"/>
    <w:rsid w:val="00601B4F"/>
    <w:rsid w:val="00603A7A"/>
    <w:rsid w:val="00615163"/>
    <w:rsid w:val="006467BC"/>
    <w:rsid w:val="00670FEB"/>
    <w:rsid w:val="00683476"/>
    <w:rsid w:val="0069049A"/>
    <w:rsid w:val="006958A9"/>
    <w:rsid w:val="006B36B4"/>
    <w:rsid w:val="006C2509"/>
    <w:rsid w:val="007461C7"/>
    <w:rsid w:val="0074705F"/>
    <w:rsid w:val="007C3FD1"/>
    <w:rsid w:val="007F75DE"/>
    <w:rsid w:val="00852F5A"/>
    <w:rsid w:val="00872C58"/>
    <w:rsid w:val="008D71DB"/>
    <w:rsid w:val="00962F49"/>
    <w:rsid w:val="009635C0"/>
    <w:rsid w:val="009777D4"/>
    <w:rsid w:val="00AB2F23"/>
    <w:rsid w:val="00AD03A3"/>
    <w:rsid w:val="00AD05F3"/>
    <w:rsid w:val="00AD7E61"/>
    <w:rsid w:val="00B00814"/>
    <w:rsid w:val="00B130DC"/>
    <w:rsid w:val="00B24DBE"/>
    <w:rsid w:val="00B702E8"/>
    <w:rsid w:val="00B76826"/>
    <w:rsid w:val="00C1538F"/>
    <w:rsid w:val="00C62FE3"/>
    <w:rsid w:val="00CB333E"/>
    <w:rsid w:val="00DD2534"/>
    <w:rsid w:val="00DE2192"/>
    <w:rsid w:val="00E131E0"/>
    <w:rsid w:val="00E51423"/>
    <w:rsid w:val="00EC584C"/>
    <w:rsid w:val="00EE7E71"/>
    <w:rsid w:val="00F37786"/>
    <w:rsid w:val="00F57073"/>
    <w:rsid w:val="00FD330B"/>
    <w:rsid w:val="00F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  <w:style w:type="character" w:customStyle="1" w:styleId="Exact1">
    <w:name w:val="Основной текст Exact1"/>
    <w:basedOn w:val="a"/>
    <w:uiPriority w:val="99"/>
    <w:rsid w:val="009777D4"/>
    <w:rPr>
      <w:spacing w:val="1"/>
      <w:sz w:val="20"/>
      <w:szCs w:val="20"/>
      <w:u w:val="single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9777D4"/>
    <w:rPr>
      <w:rFonts w:cs="Times New Roman"/>
      <w:lang w:bidi="ar-SA"/>
    </w:rPr>
  </w:style>
  <w:style w:type="paragraph" w:customStyle="1" w:styleId="21">
    <w:name w:val="Заголовок №2"/>
    <w:basedOn w:val="Normal"/>
    <w:link w:val="20"/>
    <w:uiPriority w:val="99"/>
    <w:rsid w:val="009777D4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9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</TotalTime>
  <Pages>1</Pages>
  <Words>293</Words>
  <Characters>1676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20</cp:revision>
  <cp:lastPrinted>2016-01-22T06:48:00Z</cp:lastPrinted>
  <dcterms:created xsi:type="dcterms:W3CDTF">2014-08-19T14:12:00Z</dcterms:created>
  <dcterms:modified xsi:type="dcterms:W3CDTF">2016-02-04T05:56:00Z</dcterms:modified>
</cp:coreProperties>
</file>